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8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6877ACE6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806623">
              <w:t>002</w:t>
            </w:r>
            <w:bookmarkStart w:id="0" w:name="_GoBack"/>
            <w:bookmarkEnd w:id="0"/>
          </w:p>
          <w:p w14:paraId="56E31633" w14:textId="663228A8" w:rsidR="00F105BA" w:rsidRDefault="003A3C31" w:rsidP="00FC36C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4-03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A4150">
                  <w:t>April 3,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77777777" w:rsidR="00F105BA" w:rsidRDefault="003A3C31">
            <w:pPr>
              <w:pStyle w:val="Heading3"/>
            </w:pPr>
            <w:r>
              <w:t>TO</w:t>
            </w:r>
          </w:p>
          <w:p w14:paraId="65C4AF5A" w14:textId="63FB62BD" w:rsidR="00F105BA" w:rsidRDefault="003A4150">
            <w:pPr>
              <w:pStyle w:val="NoSpacing"/>
            </w:pPr>
            <w:r>
              <w:t>Hashtag-marketing</w:t>
            </w:r>
          </w:p>
          <w:p w14:paraId="22E8EA50" w14:textId="0E5AD161" w:rsidR="00F105BA" w:rsidRDefault="003A4150" w:rsidP="00FC36CA">
            <w:pPr>
              <w:pStyle w:val="NoSpacing"/>
            </w:pPr>
            <w:r w:rsidRPr="003A4150">
              <w:t>hashtag.marketing.co@gmail.com</w:t>
            </w:r>
          </w:p>
        </w:tc>
        <w:tc>
          <w:tcPr>
            <w:tcW w:w="4675" w:type="dxa"/>
          </w:tcPr>
          <w:p w14:paraId="5C71B3BC" w14:textId="502D1EC1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3A4150">
              <w:t>Basic Small Business Website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5000" w:type="pct"/>
        <w:tblLook w:val="04E0" w:firstRow="1" w:lastRow="1" w:firstColumn="1" w:lastColumn="0" w:noHBand="0" w:noVBand="1"/>
      </w:tblPr>
      <w:tblGrid>
        <w:gridCol w:w="8554"/>
        <w:gridCol w:w="2246"/>
      </w:tblGrid>
      <w:tr w:rsidR="00F105BA" w14:paraId="7EFB9A31" w14:textId="77777777" w:rsidTr="003A4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1040" w:type="pct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7268B02F" w14:textId="36ACF88E" w:rsidR="00F105BA" w:rsidRDefault="003A4150" w:rsidP="003A4150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Basic Small Business</w:t>
            </w:r>
            <w:r w:rsidR="00FC36CA">
              <w:rPr>
                <w:b w:val="0"/>
              </w:rPr>
              <w:t xml:space="preserve"> Website</w:t>
            </w:r>
          </w:p>
          <w:p w14:paraId="0D3EA394" w14:textId="77777777" w:rsidR="003A4150" w:rsidRDefault="003A4150" w:rsidP="003A4150">
            <w:pPr>
              <w:pStyle w:val="ListParagraph"/>
              <w:numPr>
                <w:ilvl w:val="0"/>
                <w:numId w:val="1"/>
              </w:numPr>
            </w:pPr>
            <w:r>
              <w:t xml:space="preserve">No rick rolls </w:t>
            </w:r>
          </w:p>
          <w:p w14:paraId="15573780" w14:textId="451F3D19" w:rsidR="003A4150" w:rsidRPr="003A4150" w:rsidRDefault="003A4150" w:rsidP="003A4150">
            <w:pPr>
              <w:pStyle w:val="ListParagraph"/>
              <w:numPr>
                <w:ilvl w:val="0"/>
                <w:numId w:val="1"/>
              </w:numPr>
            </w:pPr>
            <w:r>
              <w:t>Pretty, modern, clean</w:t>
            </w:r>
          </w:p>
        </w:tc>
        <w:tc>
          <w:tcPr>
            <w:tcW w:w="1040" w:type="pct"/>
          </w:tcPr>
          <w:p w14:paraId="4DF8D9FA" w14:textId="4F2210B9" w:rsidR="00F105BA" w:rsidRDefault="003A4150" w:rsidP="003A415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$2,000</w:t>
            </w:r>
          </w:p>
        </w:tc>
      </w:tr>
      <w:tr w:rsidR="00F105BA" w14:paraId="6C87A60A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1040" w:type="pct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1040" w:type="pct"/>
          </w:tcPr>
          <w:p w14:paraId="470B8FF8" w14:textId="3FF18E9A" w:rsidR="001C0A8E" w:rsidRDefault="003A4150" w:rsidP="003A4150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$2000</w:t>
            </w:r>
          </w:p>
        </w:tc>
      </w:tr>
      <w:tr w:rsidR="001C0A8E" w14:paraId="3333A9FA" w14:textId="77777777" w:rsidTr="003A4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6D50FF84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</w:p>
        </w:tc>
        <w:tc>
          <w:tcPr>
            <w:tcW w:w="1040" w:type="pct"/>
          </w:tcPr>
          <w:p w14:paraId="57675BA5" w14:textId="494C0309" w:rsidR="001C0A8E" w:rsidRDefault="003A4150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$200</w:t>
            </w:r>
          </w:p>
        </w:tc>
      </w:tr>
      <w:tr w:rsidR="001C0A8E" w14:paraId="74D1BCF8" w14:textId="77777777" w:rsidTr="003A415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pct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1040" w:type="pct"/>
          </w:tcPr>
          <w:p w14:paraId="5E2CB968" w14:textId="73631DD3" w:rsidR="001C0A8E" w:rsidRDefault="003A4150" w:rsidP="001C0A8E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$2,200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F9443" w14:textId="77777777" w:rsidR="0052653B" w:rsidRDefault="0052653B">
      <w:pPr>
        <w:spacing w:line="240" w:lineRule="auto"/>
      </w:pPr>
      <w:r>
        <w:separator/>
      </w:r>
    </w:p>
  </w:endnote>
  <w:endnote w:type="continuationSeparator" w:id="0">
    <w:p w14:paraId="36B0FD7F" w14:textId="77777777" w:rsidR="0052653B" w:rsidRDefault="005265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A4150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3A415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DDC8D" w14:textId="77777777" w:rsidR="0052653B" w:rsidRDefault="0052653B">
      <w:pPr>
        <w:spacing w:line="240" w:lineRule="auto"/>
      </w:pPr>
      <w:r>
        <w:separator/>
      </w:r>
    </w:p>
  </w:footnote>
  <w:footnote w:type="continuationSeparator" w:id="0">
    <w:p w14:paraId="5CB4BEFE" w14:textId="77777777" w:rsidR="0052653B" w:rsidRDefault="005265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1B7BD5"/>
    <w:multiLevelType w:val="hybridMultilevel"/>
    <w:tmpl w:val="B5204022"/>
    <w:lvl w:ilvl="0" w:tplc="3FAAE6F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1C0A8E"/>
    <w:rsid w:val="003A3C31"/>
    <w:rsid w:val="003A4150"/>
    <w:rsid w:val="0045004C"/>
    <w:rsid w:val="0052653B"/>
    <w:rsid w:val="00777A35"/>
    <w:rsid w:val="00806623"/>
    <w:rsid w:val="009146C0"/>
    <w:rsid w:val="009E589A"/>
    <w:rsid w:val="00A4323D"/>
    <w:rsid w:val="00B84074"/>
    <w:rsid w:val="00C06D04"/>
    <w:rsid w:val="00CB371C"/>
    <w:rsid w:val="00F105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  <w15:docId w15:val="{5D05F45E-18A8-442E-8DC8-E2BF5AD5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4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sesoftwareguy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5C36D3"/>
    <w:rsid w:val="006556C8"/>
    <w:rsid w:val="007670A4"/>
    <w:rsid w:val="00DC3EE8"/>
    <w:rsid w:val="00F907A8"/>
    <w:rsid w:val="00F9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Jacky Yang</cp:lastModifiedBy>
  <cp:revision>4</cp:revision>
  <dcterms:created xsi:type="dcterms:W3CDTF">2014-04-03T08:20:00Z</dcterms:created>
  <dcterms:modified xsi:type="dcterms:W3CDTF">2014-04-03T08:42:00Z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